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615C12" w:rsidRPr="00E960BB">
        <w:rPr>
          <w:rFonts w:ascii="Corbel" w:hAnsi="Corbel"/>
          <w:bCs/>
          <w:i/>
        </w:rPr>
        <w:t xml:space="preserve">Załącznik nr 1.5 do Zarządzenia Rektora UR  nr </w:t>
      </w:r>
      <w:r w:rsidR="00615C12">
        <w:rPr>
          <w:rFonts w:ascii="Corbel" w:hAnsi="Corbel"/>
          <w:bCs/>
          <w:i/>
        </w:rPr>
        <w:t>7</w:t>
      </w:r>
      <w:r w:rsidR="00615C12" w:rsidRPr="00E960BB">
        <w:rPr>
          <w:rFonts w:ascii="Corbel" w:hAnsi="Corbel"/>
          <w:bCs/>
          <w:i/>
        </w:rPr>
        <w:t>/20</w:t>
      </w:r>
      <w:r w:rsidR="00615C12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A86A81" w:rsidRDefault="0071620A" w:rsidP="00A86A8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7525D">
        <w:rPr>
          <w:rFonts w:ascii="Corbel" w:hAnsi="Corbel"/>
          <w:i/>
          <w:smallCaps/>
          <w:sz w:val="24"/>
          <w:szCs w:val="24"/>
        </w:rPr>
        <w:t xml:space="preserve"> </w:t>
      </w:r>
      <w:r w:rsidR="0024185C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A27BA">
        <w:rPr>
          <w:rFonts w:ascii="Corbel" w:hAnsi="Corbel"/>
          <w:sz w:val="20"/>
          <w:szCs w:val="20"/>
        </w:rPr>
        <w:t>20</w:t>
      </w:r>
      <w:r w:rsidR="00C44F2F">
        <w:rPr>
          <w:rFonts w:ascii="Corbel" w:hAnsi="Corbel"/>
          <w:sz w:val="20"/>
          <w:szCs w:val="20"/>
        </w:rPr>
        <w:t>2</w:t>
      </w:r>
      <w:r w:rsidR="0024185C">
        <w:rPr>
          <w:rFonts w:ascii="Corbel" w:hAnsi="Corbel"/>
          <w:sz w:val="20"/>
          <w:szCs w:val="20"/>
        </w:rPr>
        <w:t>4</w:t>
      </w:r>
      <w:r w:rsidR="00CA27BA">
        <w:rPr>
          <w:rFonts w:ascii="Corbel" w:hAnsi="Corbel"/>
          <w:sz w:val="20"/>
          <w:szCs w:val="20"/>
        </w:rPr>
        <w:t>/202</w:t>
      </w:r>
      <w:r w:rsidR="0024185C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845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84528" w:rsidP="005464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326EF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E06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pięcioletnie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B550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326EF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550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53060F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54640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550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sem. 1</w:t>
            </w:r>
            <w:r w:rsidR="0053060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7525D">
              <w:rPr>
                <w:rFonts w:ascii="Corbel" w:hAnsi="Corbel"/>
                <w:b w:val="0"/>
                <w:sz w:val="24"/>
                <w:szCs w:val="24"/>
              </w:rPr>
              <w:t>i 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924D5" w:rsidRDefault="00A924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924D5">
              <w:rPr>
                <w:rFonts w:ascii="Corbel" w:eastAsia="Times New Roman" w:hAnsi="Corbel"/>
                <w:b w:val="0"/>
                <w:color w:val="00000A"/>
                <w:sz w:val="24"/>
              </w:rPr>
              <w:t xml:space="preserve">C. Wspieranie rozwoju dzieci w wieku przedszkolnym i młodszym wieku szkolnym  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UR dr hab. Marta Wrońska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3166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668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326EF" w:rsidRPr="00316683" w:rsidRDefault="008326EF" w:rsidP="008326EF">
            <w:pPr>
              <w:rPr>
                <w:rFonts w:ascii="Corbel" w:hAnsi="Corbel"/>
              </w:rPr>
            </w:pPr>
          </w:p>
          <w:p w:rsidR="0085747A" w:rsidRPr="00316683" w:rsidRDefault="0085747A" w:rsidP="00B550D7">
            <w:pPr>
              <w:rPr>
                <w:rFonts w:ascii="Corbel" w:hAnsi="Corbel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550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7525D">
              <w:rPr>
                <w:rFonts w:ascii="Corbel" w:hAnsi="Corbel"/>
                <w:sz w:val="24"/>
                <w:szCs w:val="24"/>
              </w:rPr>
              <w:t xml:space="preserve"> i 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306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835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1835A1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7525D" w:rsidTr="0047525D">
        <w:tc>
          <w:tcPr>
            <w:tcW w:w="9778" w:type="dxa"/>
          </w:tcPr>
          <w:p w:rsidR="0047525D" w:rsidRDefault="0047525D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47525D">
              <w:rPr>
                <w:rFonts w:ascii="Corbel" w:hAnsi="Corbel"/>
                <w:b w:val="0"/>
                <w:smallCaps w:val="0"/>
                <w:szCs w:val="24"/>
              </w:rPr>
              <w:t>Podstawowa znajomość obsługi komputera zgodnie z wymaganiami programowymi do szkół ponadpodstawowych, konstytutywne umiejętności dotyczące wykorzystania programów biurowych, graficznych. Znajomość zasad i metod komunikowania się za pomocą Internetu.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550D7" w:rsidRDefault="0071620A" w:rsidP="00B550D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1835A1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0F6957" w:rsidRPr="00AF4A52" w:rsidTr="0068094E">
        <w:tc>
          <w:tcPr>
            <w:tcW w:w="675" w:type="dxa"/>
            <w:vAlign w:val="center"/>
          </w:tcPr>
          <w:p w:rsidR="000F6957" w:rsidRPr="00B550D7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50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0F6957" w:rsidRPr="00B550D7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Wyposażenie studentów w wiedzę i umiejętności w zakresie technologii informacyjno-komunikacyjnych.</w:t>
            </w:r>
          </w:p>
        </w:tc>
      </w:tr>
      <w:tr w:rsidR="000F6957" w:rsidRPr="00AF4A52" w:rsidTr="0068094E">
        <w:tc>
          <w:tcPr>
            <w:tcW w:w="675" w:type="dxa"/>
            <w:vAlign w:val="center"/>
          </w:tcPr>
          <w:p w:rsidR="000F6957" w:rsidRPr="00B550D7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0F6957" w:rsidRPr="00B550D7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Zapoznanie z urządzeniami mobilnymi w kontekście dynamicznych zmian technologicznych.</w:t>
            </w:r>
          </w:p>
        </w:tc>
      </w:tr>
      <w:tr w:rsidR="000F6957" w:rsidRPr="00AF4A52" w:rsidTr="0068094E">
        <w:tc>
          <w:tcPr>
            <w:tcW w:w="675" w:type="dxa"/>
            <w:vAlign w:val="center"/>
          </w:tcPr>
          <w:p w:rsidR="000F6957" w:rsidRPr="00B550D7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50D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0F6957" w:rsidRPr="00B550D7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Wyposażenie studentów w wiedzę i umiejętności związane z bezpieczeństwem użytkowania, konserwacją, zabezpieczeniem systemów operacyjnych, danych komputera.</w:t>
            </w:r>
          </w:p>
        </w:tc>
      </w:tr>
      <w:tr w:rsidR="000F6957" w:rsidRPr="00AF4A52" w:rsidTr="0068094E">
        <w:tc>
          <w:tcPr>
            <w:tcW w:w="675" w:type="dxa"/>
            <w:vAlign w:val="center"/>
          </w:tcPr>
          <w:p w:rsidR="000F6957" w:rsidRPr="00B550D7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50D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0F6957" w:rsidRPr="00B550D7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 xml:space="preserve">Kształtowanie i doskonalenie wiedzy i umiejętności w zakresie: </w:t>
            </w:r>
          </w:p>
          <w:p w:rsidR="000F6957" w:rsidRPr="00B550D7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zaawansowanych funkcji edytora tekstów,</w:t>
            </w:r>
          </w:p>
          <w:p w:rsidR="000F6957" w:rsidRPr="00B550D7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 xml:space="preserve">korzystania z usług sieci Internet, </w:t>
            </w:r>
          </w:p>
          <w:p w:rsidR="000F6957" w:rsidRPr="00B550D7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użytkowania arkusza kalkulacyjnego z uwzględnieniem wykorzystania formuł i funkcji,</w:t>
            </w:r>
          </w:p>
          <w:p w:rsidR="000F6957" w:rsidRPr="00B550D7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projektowania prezentacji multimedialnych,</w:t>
            </w:r>
          </w:p>
          <w:p w:rsidR="000F6957" w:rsidRPr="00B550D7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korzystania z platformy „e-learningowej” w procesie dydaktycznym,</w:t>
            </w:r>
          </w:p>
          <w:p w:rsidR="000F6957" w:rsidRPr="00B550D7" w:rsidRDefault="000F6957" w:rsidP="000F69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pracy w cloud computing.</w:t>
            </w:r>
          </w:p>
        </w:tc>
      </w:tr>
    </w:tbl>
    <w:p w:rsidR="001835A1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835A1" w:rsidRPr="009C54AE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60E73" w:rsidRPr="007D1809" w:rsidRDefault="009F4610" w:rsidP="007D180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D60E73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60E73" w:rsidRPr="00D60E73" w:rsidTr="002E18E5">
        <w:tc>
          <w:tcPr>
            <w:tcW w:w="1679" w:type="dxa"/>
          </w:tcPr>
          <w:p w:rsidR="00D60E73" w:rsidRPr="00B550D7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smallCaps w:val="0"/>
                <w:szCs w:val="24"/>
              </w:rPr>
              <w:t>EK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  <w:p w:rsidR="00D60E73" w:rsidRPr="00B550D7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976" w:type="dxa"/>
          </w:tcPr>
          <w:p w:rsidR="00D60E73" w:rsidRPr="00B550D7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</w:tcPr>
          <w:p w:rsidR="00D60E73" w:rsidRPr="00B550D7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550D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Zaprezentuje możliwości wykorzystania platform edukacyjnych do rozwoju aktywności poznawczej dziecka.</w:t>
            </w:r>
          </w:p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 xml:space="preserve">Wymieni elementy platformy e-lerningowej oraz poda sposoby umieszczania na platformie materiałów zgodnie z zasadami dotyczącymi ochrony własności intelektualnej i prawami autorskimi.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C.W1.</w:t>
            </w: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Dokona oceny poziomu swojej wiedzy i umiejętności poruszania się w środowisku medialnym.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C.W.5</w:t>
            </w: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Zaprojektuje jednostkę dydaktyczną dla edukacji przedszkolnej i wczesnoszkolnej z wykorzystaniem aplikacji komputerowych.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D7" w:rsidRDefault="00B550D7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C.W.3</w:t>
            </w: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Wykona materiały dydaktyczne potrzebne do edukacji przedszkolnej i wczesnoszkolnej oraz umieści je w Internecie zgodnie z podstawowymi zasadami komunikowania.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D7" w:rsidRDefault="00B550D7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Dobierze aplikacje mobilne dostosowane do potrzeb i predyspozycji dzieci przedszkolnych i wczesnoszkolnych i umożliwiające rozwój ich zainteresowań.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D7" w:rsidRDefault="00B550D7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C.U3</w:t>
            </w: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Wykorzysta nowoczesne technologie informacyjne do skonstruowania własnego planu rozwoju zawodowego w obszarze edukacji przedszkolnej i wczesnoszkolnej.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D7" w:rsidRDefault="00B550D7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C.U8</w:t>
            </w:r>
          </w:p>
        </w:tc>
      </w:tr>
    </w:tbl>
    <w:p w:rsidR="0085747A" w:rsidRPr="00B550D7" w:rsidRDefault="00675843" w:rsidP="00B550D7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B550D7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B550D7">
        <w:rPr>
          <w:rFonts w:ascii="Corbel" w:hAnsi="Corbel"/>
          <w:b/>
          <w:sz w:val="24"/>
          <w:szCs w:val="24"/>
        </w:rPr>
        <w:t xml:space="preserve"> </w:t>
      </w:r>
      <w:r w:rsidR="0085747A" w:rsidRPr="00B550D7">
        <w:rPr>
          <w:rFonts w:ascii="Corbel" w:hAnsi="Corbel"/>
          <w:b/>
          <w:sz w:val="24"/>
          <w:szCs w:val="24"/>
        </w:rPr>
        <w:t>T</w:t>
      </w:r>
      <w:r w:rsidR="001D7B54" w:rsidRPr="00B550D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550D7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D180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ma wykładów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DF569E" w:rsidRPr="00910CF4" w:rsidRDefault="0085747A" w:rsidP="00910CF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D2243F" w:rsidRDefault="00D2243F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Treści merytoryczne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Funkcje i rola systemu operacyjnego w urządzenia stacjonarnych i mobilnych, struktura zapisu informacji, drzewo katalogowe, znaczenie pliku jako źródła informacji, prawidłowa nazwa i atrybuty plików, współdzielenie użytkowania zasobów komputerów, rodzaje użytkowników, prawa użytkowników; zapisywanie i wyszukiwanie plików w strukturze sieci LAN.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Bezpieczeństwo danych, konserwacja systemu operacyjnego (defragmentacja, skanowanie, oczyszczanie dysku narzędziami dostępnymi w systemie operacyjnym), znaczenie funkcji Windows Update;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Pojęcie akapitu, formatowanie akapitów, style (modyfikowanie, tworzenie nowych styli, znaczenie w tworzeniu komponentów generowanych automatycznie);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 xml:space="preserve">Podział dokumentu na sekcje, tworzenie dokumentu w oparciu o style; 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Tworzenie przypisów końcowych i na dole strony, formatowanie przypisów, tabel, wykresów, bibliografii, wzorów matematycznych, schematów, diagramów;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Korespondencja seryjna, formularze elektroniczne;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Elementy graficzne, symbole, importowanie grafiki do dokumentu;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Recenzowanie dokumentów;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Podstawy usług sieci Internet – WWW, praca w cloud computing;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Podstawowe założenia dotyczące tworzenia prezentacji multimedialnych;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Projekt i wykonanie prezentacji multimedialnej;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 xml:space="preserve">Zasady tworzenia formuł w Excelu. Adresowanie względne, bezwzględne, mieszane. 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 xml:space="preserve">Funkcja: </w:t>
            </w:r>
            <w:r w:rsidRPr="00B72E63">
              <w:rPr>
                <w:rFonts w:ascii="Corbel" w:hAnsi="Corbel"/>
                <w:i/>
                <w:iCs/>
                <w:sz w:val="24"/>
                <w:szCs w:val="24"/>
              </w:rPr>
              <w:t>Suma, Średnia, Zaokr, Licz.Jeżeli, Jeżeli. Formatowanie warunkowe. Sortowanie danych.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 xml:space="preserve">Łączenie funkcji ze sobą – wielokrotna funkcja </w:t>
            </w:r>
            <w:r w:rsidRPr="00B72E63">
              <w:rPr>
                <w:rFonts w:ascii="Corbel" w:hAnsi="Corbel"/>
                <w:i/>
                <w:iCs/>
                <w:sz w:val="24"/>
                <w:szCs w:val="24"/>
              </w:rPr>
              <w:t>Jeżeli</w:t>
            </w:r>
            <w:r w:rsidRPr="00B72E63">
              <w:rPr>
                <w:rFonts w:ascii="Corbel" w:hAnsi="Corbel"/>
                <w:sz w:val="24"/>
                <w:szCs w:val="24"/>
              </w:rPr>
              <w:t>. Komunikacja pomiędzy kilkoma arkuszami. Specjalne kopiowanie danych .</w:t>
            </w:r>
          </w:p>
        </w:tc>
      </w:tr>
    </w:tbl>
    <w:p w:rsidR="00DF569E" w:rsidRPr="009C54AE" w:rsidRDefault="00DF569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D2243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3412D" w:rsidRPr="00B550D7" w:rsidRDefault="00D2243F" w:rsidP="00B550D7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Ć</w:t>
      </w:r>
      <w:r w:rsidRPr="002403C6">
        <w:rPr>
          <w:b w:val="0"/>
          <w:smallCaps w:val="0"/>
          <w:sz w:val="22"/>
        </w:rPr>
        <w:t xml:space="preserve">wiczenia </w:t>
      </w:r>
      <w:r>
        <w:rPr>
          <w:b w:val="0"/>
          <w:smallCaps w:val="0"/>
          <w:sz w:val="22"/>
        </w:rPr>
        <w:t xml:space="preserve">praktyczne </w:t>
      </w:r>
      <w:r w:rsidRPr="002403C6">
        <w:rPr>
          <w:b w:val="0"/>
          <w:smallCaps w:val="0"/>
          <w:sz w:val="22"/>
        </w:rPr>
        <w:t>realizowane w pracowni komputerowej, wykorzystan</w:t>
      </w:r>
      <w:r>
        <w:rPr>
          <w:b w:val="0"/>
          <w:smallCaps w:val="0"/>
          <w:sz w:val="22"/>
        </w:rPr>
        <w:t>ie platformy e-learningowej „Eureka”</w:t>
      </w:r>
    </w:p>
    <w:p w:rsidR="0023412D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A924D5" w:rsidRDefault="0023412D" w:rsidP="00A924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Ocena wypowiedzi ustnej</w:t>
            </w:r>
            <w:r w:rsidR="00BD0C28" w:rsidRPr="00A924D5">
              <w:rPr>
                <w:rFonts w:ascii="Corbel" w:hAnsi="Corbel"/>
                <w:sz w:val="24"/>
                <w:szCs w:val="24"/>
              </w:rPr>
              <w:t>/kolokwium</w:t>
            </w:r>
          </w:p>
        </w:tc>
        <w:tc>
          <w:tcPr>
            <w:tcW w:w="2126" w:type="dxa"/>
          </w:tcPr>
          <w:p w:rsidR="0085747A" w:rsidRPr="00A924D5" w:rsidRDefault="00EE2F50" w:rsidP="00A924D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A924D5" w:rsidRDefault="00910CF4" w:rsidP="00A924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Autoewaluacja</w:t>
            </w:r>
          </w:p>
        </w:tc>
        <w:tc>
          <w:tcPr>
            <w:tcW w:w="2126" w:type="dxa"/>
          </w:tcPr>
          <w:p w:rsidR="0085747A" w:rsidRPr="00A924D5" w:rsidRDefault="00EE2F50" w:rsidP="00A924D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3412D" w:rsidRPr="009C54AE" w:rsidTr="004C0E7C">
        <w:trPr>
          <w:trHeight w:val="153"/>
        </w:trPr>
        <w:tc>
          <w:tcPr>
            <w:tcW w:w="1985" w:type="dxa"/>
          </w:tcPr>
          <w:p w:rsidR="0023412D" w:rsidRPr="009C54AE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</w:tcPr>
          <w:p w:rsidR="0023412D" w:rsidRPr="00A924D5" w:rsidRDefault="00910CF4" w:rsidP="00A924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Ocena wykonanej pracy</w:t>
            </w:r>
          </w:p>
        </w:tc>
        <w:tc>
          <w:tcPr>
            <w:tcW w:w="2126" w:type="dxa"/>
          </w:tcPr>
          <w:p w:rsidR="0023412D" w:rsidRPr="00A924D5" w:rsidRDefault="00EE2F50" w:rsidP="00A924D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3412D" w:rsidRPr="009C54AE" w:rsidTr="00C05F44">
        <w:tc>
          <w:tcPr>
            <w:tcW w:w="1985" w:type="dxa"/>
          </w:tcPr>
          <w:p w:rsidR="0023412D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:rsidR="0023412D" w:rsidRPr="00A924D5" w:rsidRDefault="004C0E7C" w:rsidP="00A924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Sprawdzian praktyczny</w:t>
            </w:r>
          </w:p>
        </w:tc>
        <w:tc>
          <w:tcPr>
            <w:tcW w:w="2126" w:type="dxa"/>
          </w:tcPr>
          <w:p w:rsidR="0023412D" w:rsidRPr="00A924D5" w:rsidRDefault="00EE2F50" w:rsidP="00A924D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4C0E7C" w:rsidRPr="009C54AE" w:rsidTr="00C05F44">
        <w:tc>
          <w:tcPr>
            <w:tcW w:w="1985" w:type="dxa"/>
          </w:tcPr>
          <w:p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4C0E7C" w:rsidRPr="00A924D5" w:rsidRDefault="004C0E7C" w:rsidP="00A924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Obserwacja pracy przy komputerze, ocena wykonanej pracy</w:t>
            </w:r>
          </w:p>
        </w:tc>
        <w:tc>
          <w:tcPr>
            <w:tcW w:w="2126" w:type="dxa"/>
          </w:tcPr>
          <w:p w:rsidR="004C0E7C" w:rsidRPr="00A924D5" w:rsidRDefault="00EE2F50" w:rsidP="00A924D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4C0E7C" w:rsidRPr="009C54AE" w:rsidTr="00C05F44">
        <w:tc>
          <w:tcPr>
            <w:tcW w:w="1985" w:type="dxa"/>
          </w:tcPr>
          <w:p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C0E7C" w:rsidRPr="00A924D5" w:rsidRDefault="00BD0C28" w:rsidP="00A924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Obserwacja pracy przy komputerze, ocena wykonanej pracy</w:t>
            </w:r>
          </w:p>
        </w:tc>
        <w:tc>
          <w:tcPr>
            <w:tcW w:w="2126" w:type="dxa"/>
          </w:tcPr>
          <w:p w:rsidR="004C0E7C" w:rsidRPr="00A924D5" w:rsidRDefault="00EE2F50" w:rsidP="00A924D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3412D" w:rsidRDefault="0023412D" w:rsidP="00EE2F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E2F50" w:rsidRDefault="003E1941" w:rsidP="00B550D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E925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E925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 (ciekawe propozycje rozwiązania postawionego problemu), zaliczenie wykonanych ćwiczeń (samodzielność w wykonaniu zadań), aktywność na platformie e-lerningowej.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615C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804B9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7940E4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7940E4">
              <w:rPr>
                <w:rFonts w:ascii="Corbel" w:hAnsi="Corbel"/>
                <w:sz w:val="24"/>
                <w:szCs w:val="24"/>
              </w:rPr>
              <w:t>:</w:t>
            </w:r>
          </w:p>
          <w:p w:rsidR="007940E4" w:rsidRPr="009C54AE" w:rsidRDefault="007940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</w:t>
            </w:r>
            <w:r w:rsidR="003646F9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Default="00C61DC5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940E4" w:rsidRPr="009C54AE" w:rsidRDefault="00A804B9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646F9">
              <w:rPr>
                <w:rFonts w:ascii="Corbel" w:hAnsi="Corbel"/>
                <w:sz w:val="24"/>
                <w:szCs w:val="24"/>
              </w:rPr>
              <w:t>:</w:t>
            </w:r>
          </w:p>
          <w:p w:rsidR="003646F9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przygotowanie do zajęć,</w:t>
            </w:r>
          </w:p>
          <w:p w:rsidR="00C61DC5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:rsidR="003646F9" w:rsidRPr="009C54AE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:rsidR="00C61DC5" w:rsidRDefault="00C61DC5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645A4" w:rsidRDefault="00A645A4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645A4" w:rsidRDefault="00A804B9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:rsidR="00A645A4" w:rsidRDefault="00A804B9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:rsidR="00A645A4" w:rsidRPr="009C54AE" w:rsidRDefault="00A645A4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940E4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940E4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C919BC" w:rsidRPr="00060712" w:rsidRDefault="00923D7D" w:rsidP="0006071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C919BC" w:rsidRPr="009C54AE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</w:t>
            </w:r>
          </w:p>
        </w:tc>
      </w:tr>
    </w:tbl>
    <w:p w:rsidR="003E1941" w:rsidRPr="009C54AE" w:rsidRDefault="003E1941" w:rsidP="000607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D3FE4" w:rsidRPr="00AF4A52" w:rsidTr="00AD3FE4">
        <w:tc>
          <w:tcPr>
            <w:tcW w:w="7513" w:type="dxa"/>
          </w:tcPr>
          <w:p w:rsidR="00AD3FE4" w:rsidRPr="00411459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mallCaps/>
                <w:sz w:val="24"/>
                <w:szCs w:val="24"/>
              </w:rPr>
              <w:t>Literatura podstawowa:</w:t>
            </w:r>
            <w:r w:rsidRPr="0041145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t xml:space="preserve">Gogołek W., </w:t>
            </w:r>
            <w:r w:rsidRPr="00411459">
              <w:rPr>
                <w:rFonts w:ascii="Corbel" w:hAnsi="Corbel"/>
                <w:i/>
                <w:iCs/>
                <w:sz w:val="24"/>
                <w:szCs w:val="24"/>
              </w:rPr>
              <w:t>Informatyka dla humanistów</w:t>
            </w:r>
            <w:r w:rsidRPr="00411459">
              <w:rPr>
                <w:rFonts w:ascii="Corbel" w:hAnsi="Corbel"/>
                <w:sz w:val="24"/>
                <w:szCs w:val="24"/>
              </w:rPr>
              <w:t>, wyd. Kropki trzy, Warszawa 2012;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t xml:space="preserve">Kowalczyk G., </w:t>
            </w:r>
            <w:r w:rsidRPr="00411459">
              <w:rPr>
                <w:rFonts w:ascii="Corbel" w:hAnsi="Corbel"/>
                <w:i/>
                <w:sz w:val="24"/>
                <w:szCs w:val="24"/>
              </w:rPr>
              <w:t>Word 2016 PL,</w:t>
            </w:r>
            <w:r w:rsidRPr="00411459">
              <w:rPr>
                <w:rFonts w:ascii="Corbel" w:hAnsi="Corbel"/>
                <w:sz w:val="24"/>
                <w:szCs w:val="24"/>
              </w:rPr>
              <w:t xml:space="preserve"> Helion, Gliwice 2016.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11459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Walkenbach, J., </w:t>
            </w:r>
            <w:r w:rsidRPr="00411459">
              <w:rPr>
                <w:rFonts w:ascii="Corbel" w:hAnsi="Corbel"/>
                <w:i/>
                <w:sz w:val="24"/>
                <w:szCs w:val="24"/>
                <w:lang w:val="en-US" w:eastAsia="pl-PL"/>
              </w:rPr>
              <w:t>Excel 20016 PL. Biblia</w:t>
            </w:r>
            <w:r w:rsidRPr="00411459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, wyd. </w:t>
            </w:r>
            <w:r w:rsidRPr="00411459">
              <w:rPr>
                <w:rFonts w:ascii="Corbel" w:hAnsi="Corbel"/>
                <w:sz w:val="24"/>
                <w:szCs w:val="24"/>
                <w:lang w:eastAsia="pl-PL"/>
              </w:rPr>
              <w:t xml:space="preserve">Helion, Gliwice 2016; 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bCs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t xml:space="preserve">Wróblewski P. </w:t>
            </w:r>
            <w:r w:rsidRPr="00411459">
              <w:rPr>
                <w:rFonts w:ascii="Corbel" w:hAnsi="Corbel"/>
                <w:i/>
                <w:sz w:val="24"/>
                <w:szCs w:val="24"/>
              </w:rPr>
              <w:t>Microsoft Office 2016 PL. w biurze i nie tylko</w:t>
            </w:r>
            <w:r w:rsidRPr="00411459">
              <w:rPr>
                <w:rFonts w:ascii="Corbel" w:hAnsi="Corbel"/>
                <w:sz w:val="24"/>
                <w:szCs w:val="24"/>
              </w:rPr>
              <w:t>, wyd. Helion, Gliwice 2016.</w:t>
            </w:r>
            <w:r w:rsidRPr="00411459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t xml:space="preserve">Zieliński Z., </w:t>
            </w:r>
            <w:r w:rsidRPr="00411459">
              <w:rPr>
                <w:rFonts w:ascii="Corbel" w:hAnsi="Corbel"/>
                <w:i/>
                <w:sz w:val="24"/>
                <w:szCs w:val="24"/>
              </w:rPr>
              <w:t>E-learning w edukacji</w:t>
            </w:r>
            <w:r w:rsidRPr="00411459">
              <w:rPr>
                <w:rFonts w:ascii="Corbel" w:hAnsi="Corbel"/>
                <w:sz w:val="24"/>
                <w:szCs w:val="24"/>
              </w:rPr>
              <w:t>, wyd. Helion,  Gliwice2012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lastRenderedPageBreak/>
              <w:t>Strony internetowe: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t>http://www.prezi.com</w:t>
            </w:r>
          </w:p>
          <w:p w:rsidR="00AD3FE4" w:rsidRPr="00B550D7" w:rsidRDefault="008254A1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hyperlink r:id="rId8" w:history="1">
              <w:r w:rsidR="00AD3FE4" w:rsidRPr="00B550D7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http://www.google.com</w:t>
              </w:r>
            </w:hyperlink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https://www.eureka.ur.edu.pl</w:t>
            </w:r>
          </w:p>
        </w:tc>
      </w:tr>
      <w:tr w:rsidR="00AD3FE4" w:rsidRPr="00AF4A52" w:rsidTr="00AD3FE4">
        <w:tc>
          <w:tcPr>
            <w:tcW w:w="7513" w:type="dxa"/>
          </w:tcPr>
          <w:p w:rsidR="00AD3FE4" w:rsidRPr="00411459" w:rsidRDefault="00AD3FE4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45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AD3FE4" w:rsidRPr="00411459" w:rsidRDefault="00AD3FE4" w:rsidP="00B72E63">
            <w:pPr>
              <w:pStyle w:val="Styl1"/>
              <w:numPr>
                <w:ilvl w:val="0"/>
                <w:numId w:val="5"/>
              </w:numPr>
              <w:ind w:left="147" w:hanging="147"/>
              <w:rPr>
                <w:rFonts w:ascii="Corbel" w:hAnsi="Corbel"/>
                <w:b w:val="0"/>
                <w:szCs w:val="24"/>
              </w:rPr>
            </w:pPr>
            <w:r w:rsidRPr="00411459">
              <w:rPr>
                <w:rFonts w:ascii="Corbel" w:hAnsi="Corbel"/>
                <w:b w:val="0"/>
                <w:szCs w:val="24"/>
              </w:rPr>
              <w:t xml:space="preserve">Walter N.(red.), </w:t>
            </w:r>
            <w:r w:rsidRPr="00411459">
              <w:rPr>
                <w:rFonts w:ascii="Corbel" w:hAnsi="Corbel"/>
                <w:b w:val="0"/>
                <w:i/>
                <w:szCs w:val="24"/>
              </w:rPr>
              <w:t>Zanurzeni w mediach konteksty edukacji medialnej,</w:t>
            </w:r>
            <w:r w:rsidRPr="00411459">
              <w:rPr>
                <w:rFonts w:ascii="Corbel" w:hAnsi="Corbel"/>
                <w:b w:val="0"/>
                <w:szCs w:val="24"/>
              </w:rPr>
              <w:t xml:space="preserve"> Wydawnictwo Naukowe Uniwersytetu im. Adama Mickiewicza w Poznaniu, 2016,  ss.206.</w:t>
            </w:r>
          </w:p>
          <w:p w:rsidR="009674C7" w:rsidRPr="00411459" w:rsidRDefault="009674C7" w:rsidP="00B72E6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t>Stachera H.,  Kijo A., Wilińska J., Jak pomagać uczniom rozwijać uzdolnienia informatyczne?, Wyd.ORE, Warszawa 2014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t>P</w:t>
            </w:r>
            <w:r w:rsidR="009674C7" w:rsidRPr="00411459">
              <w:rPr>
                <w:rFonts w:ascii="Corbel" w:hAnsi="Corbel"/>
                <w:sz w:val="24"/>
                <w:szCs w:val="24"/>
              </w:rPr>
              <w:t>C WORLD Komputer (czasopismo)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85F0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785F0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4A1" w:rsidRDefault="008254A1" w:rsidP="00C16ABF">
      <w:pPr>
        <w:spacing w:after="0" w:line="240" w:lineRule="auto"/>
      </w:pPr>
      <w:r>
        <w:separator/>
      </w:r>
    </w:p>
  </w:endnote>
  <w:endnote w:type="continuationSeparator" w:id="0">
    <w:p w:rsidR="008254A1" w:rsidRDefault="008254A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4A1" w:rsidRDefault="008254A1" w:rsidP="00C16ABF">
      <w:pPr>
        <w:spacing w:after="0" w:line="240" w:lineRule="auto"/>
      </w:pPr>
      <w:r>
        <w:separator/>
      </w:r>
    </w:p>
  </w:footnote>
  <w:footnote w:type="continuationSeparator" w:id="0">
    <w:p w:rsidR="008254A1" w:rsidRDefault="008254A1" w:rsidP="00C16ABF">
      <w:pPr>
        <w:spacing w:after="0" w:line="240" w:lineRule="auto"/>
      </w:pPr>
      <w:r>
        <w:continuationSeparator/>
      </w:r>
    </w:p>
  </w:footnote>
  <w:footnote w:id="1">
    <w:p w:rsidR="00D60E73" w:rsidRDefault="00D60E73" w:rsidP="00D60E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9531C"/>
    <w:multiLevelType w:val="hybridMultilevel"/>
    <w:tmpl w:val="26A26F3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02A7C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D3C3F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840308"/>
    <w:multiLevelType w:val="hybridMultilevel"/>
    <w:tmpl w:val="ED0459E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71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4DA2"/>
    <w:rsid w:val="000D04B0"/>
    <w:rsid w:val="000F1C57"/>
    <w:rsid w:val="000F5615"/>
    <w:rsid w:val="000F695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35A1"/>
    <w:rsid w:val="00192F37"/>
    <w:rsid w:val="001A70D2"/>
    <w:rsid w:val="001C7146"/>
    <w:rsid w:val="001D41E0"/>
    <w:rsid w:val="001D657B"/>
    <w:rsid w:val="001D7B54"/>
    <w:rsid w:val="001E0209"/>
    <w:rsid w:val="001E06CF"/>
    <w:rsid w:val="001F2CA2"/>
    <w:rsid w:val="002144C0"/>
    <w:rsid w:val="0022477D"/>
    <w:rsid w:val="002278A9"/>
    <w:rsid w:val="002336F9"/>
    <w:rsid w:val="0023412D"/>
    <w:rsid w:val="0024028F"/>
    <w:rsid w:val="0024185C"/>
    <w:rsid w:val="00244ABC"/>
    <w:rsid w:val="00247C24"/>
    <w:rsid w:val="0025015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8E5"/>
    <w:rsid w:val="002F02A3"/>
    <w:rsid w:val="002F4ABE"/>
    <w:rsid w:val="003018BA"/>
    <w:rsid w:val="0030395F"/>
    <w:rsid w:val="00305C92"/>
    <w:rsid w:val="003151C5"/>
    <w:rsid w:val="00316683"/>
    <w:rsid w:val="003343CF"/>
    <w:rsid w:val="00346FE9"/>
    <w:rsid w:val="0034759A"/>
    <w:rsid w:val="003503F6"/>
    <w:rsid w:val="003530DD"/>
    <w:rsid w:val="00363F78"/>
    <w:rsid w:val="003646F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7981"/>
    <w:rsid w:val="00411459"/>
    <w:rsid w:val="00414E3C"/>
    <w:rsid w:val="0042244A"/>
    <w:rsid w:val="0042745A"/>
    <w:rsid w:val="00431D5C"/>
    <w:rsid w:val="004362C6"/>
    <w:rsid w:val="00437FA2"/>
    <w:rsid w:val="00445970"/>
    <w:rsid w:val="00450EF5"/>
    <w:rsid w:val="0045729E"/>
    <w:rsid w:val="00461EFC"/>
    <w:rsid w:val="004652C2"/>
    <w:rsid w:val="004706D1"/>
    <w:rsid w:val="00471326"/>
    <w:rsid w:val="0047525D"/>
    <w:rsid w:val="0047598D"/>
    <w:rsid w:val="004840FD"/>
    <w:rsid w:val="00490F7D"/>
    <w:rsid w:val="00491678"/>
    <w:rsid w:val="004968E2"/>
    <w:rsid w:val="004A3EEA"/>
    <w:rsid w:val="004A4D1F"/>
    <w:rsid w:val="004C0E7C"/>
    <w:rsid w:val="004D5282"/>
    <w:rsid w:val="004F1551"/>
    <w:rsid w:val="004F55A3"/>
    <w:rsid w:val="0050496F"/>
    <w:rsid w:val="00513B6F"/>
    <w:rsid w:val="00516B39"/>
    <w:rsid w:val="00517C63"/>
    <w:rsid w:val="00526C94"/>
    <w:rsid w:val="0053060F"/>
    <w:rsid w:val="005346A4"/>
    <w:rsid w:val="005363C4"/>
    <w:rsid w:val="00536BDE"/>
    <w:rsid w:val="00543ACC"/>
    <w:rsid w:val="00546400"/>
    <w:rsid w:val="0056696D"/>
    <w:rsid w:val="00573EF9"/>
    <w:rsid w:val="00574AD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5C12"/>
    <w:rsid w:val="00617230"/>
    <w:rsid w:val="006178A3"/>
    <w:rsid w:val="00621CE1"/>
    <w:rsid w:val="00627FC9"/>
    <w:rsid w:val="00647FA8"/>
    <w:rsid w:val="00650C5F"/>
    <w:rsid w:val="00654934"/>
    <w:rsid w:val="006620D9"/>
    <w:rsid w:val="00671958"/>
    <w:rsid w:val="00673F79"/>
    <w:rsid w:val="00675843"/>
    <w:rsid w:val="00696477"/>
    <w:rsid w:val="006B387E"/>
    <w:rsid w:val="006C4DE1"/>
    <w:rsid w:val="006D050F"/>
    <w:rsid w:val="006D6139"/>
    <w:rsid w:val="006E5B7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5F0E"/>
    <w:rsid w:val="00787C2A"/>
    <w:rsid w:val="00790E27"/>
    <w:rsid w:val="007940E4"/>
    <w:rsid w:val="007A4022"/>
    <w:rsid w:val="007A6E6E"/>
    <w:rsid w:val="007C3299"/>
    <w:rsid w:val="007C3BCC"/>
    <w:rsid w:val="007C4546"/>
    <w:rsid w:val="007D1809"/>
    <w:rsid w:val="007D6E56"/>
    <w:rsid w:val="007E6EB5"/>
    <w:rsid w:val="007F1652"/>
    <w:rsid w:val="007F4155"/>
    <w:rsid w:val="0080245E"/>
    <w:rsid w:val="00805A58"/>
    <w:rsid w:val="0081554D"/>
    <w:rsid w:val="0081707E"/>
    <w:rsid w:val="008254A1"/>
    <w:rsid w:val="008326EF"/>
    <w:rsid w:val="008449B3"/>
    <w:rsid w:val="0085747A"/>
    <w:rsid w:val="008732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CF4"/>
    <w:rsid w:val="00916188"/>
    <w:rsid w:val="00923D7D"/>
    <w:rsid w:val="00946DA9"/>
    <w:rsid w:val="009508DF"/>
    <w:rsid w:val="00950DAC"/>
    <w:rsid w:val="00954A07"/>
    <w:rsid w:val="00960226"/>
    <w:rsid w:val="009674C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3A7"/>
    <w:rsid w:val="00A43BF6"/>
    <w:rsid w:val="00A53FA5"/>
    <w:rsid w:val="00A54817"/>
    <w:rsid w:val="00A601C8"/>
    <w:rsid w:val="00A60799"/>
    <w:rsid w:val="00A645A4"/>
    <w:rsid w:val="00A804B9"/>
    <w:rsid w:val="00A84C85"/>
    <w:rsid w:val="00A86A81"/>
    <w:rsid w:val="00A924D5"/>
    <w:rsid w:val="00A97DE1"/>
    <w:rsid w:val="00AA4D8E"/>
    <w:rsid w:val="00AB053C"/>
    <w:rsid w:val="00AD1146"/>
    <w:rsid w:val="00AD27D3"/>
    <w:rsid w:val="00AD3FE4"/>
    <w:rsid w:val="00AD66D6"/>
    <w:rsid w:val="00AE069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0D7"/>
    <w:rsid w:val="00B607DB"/>
    <w:rsid w:val="00B66529"/>
    <w:rsid w:val="00B72E63"/>
    <w:rsid w:val="00B75946"/>
    <w:rsid w:val="00B8056E"/>
    <w:rsid w:val="00B819C8"/>
    <w:rsid w:val="00B82308"/>
    <w:rsid w:val="00B8346D"/>
    <w:rsid w:val="00B90885"/>
    <w:rsid w:val="00BA6296"/>
    <w:rsid w:val="00BB520A"/>
    <w:rsid w:val="00BD0C2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F2F"/>
    <w:rsid w:val="00C56036"/>
    <w:rsid w:val="00C61DC5"/>
    <w:rsid w:val="00C67E92"/>
    <w:rsid w:val="00C70A26"/>
    <w:rsid w:val="00C766DF"/>
    <w:rsid w:val="00C919BC"/>
    <w:rsid w:val="00C94B98"/>
    <w:rsid w:val="00CA27BA"/>
    <w:rsid w:val="00CA2B96"/>
    <w:rsid w:val="00CA5089"/>
    <w:rsid w:val="00CB2E80"/>
    <w:rsid w:val="00CB42CB"/>
    <w:rsid w:val="00CD6897"/>
    <w:rsid w:val="00CE5BAC"/>
    <w:rsid w:val="00CF25BE"/>
    <w:rsid w:val="00CF78ED"/>
    <w:rsid w:val="00D02B25"/>
    <w:rsid w:val="00D02EBA"/>
    <w:rsid w:val="00D17C3C"/>
    <w:rsid w:val="00D2243F"/>
    <w:rsid w:val="00D26B2C"/>
    <w:rsid w:val="00D30557"/>
    <w:rsid w:val="00D352C9"/>
    <w:rsid w:val="00D425B2"/>
    <w:rsid w:val="00D428D6"/>
    <w:rsid w:val="00D552B2"/>
    <w:rsid w:val="00D557E3"/>
    <w:rsid w:val="00D57236"/>
    <w:rsid w:val="00D608D1"/>
    <w:rsid w:val="00D60E73"/>
    <w:rsid w:val="00D74119"/>
    <w:rsid w:val="00D75143"/>
    <w:rsid w:val="00D8075B"/>
    <w:rsid w:val="00D8678B"/>
    <w:rsid w:val="00DA2114"/>
    <w:rsid w:val="00DE09C0"/>
    <w:rsid w:val="00DE4A14"/>
    <w:rsid w:val="00DF320D"/>
    <w:rsid w:val="00DF569E"/>
    <w:rsid w:val="00DF71C8"/>
    <w:rsid w:val="00E03A72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25B3"/>
    <w:rsid w:val="00E960BB"/>
    <w:rsid w:val="00EA2074"/>
    <w:rsid w:val="00EA4832"/>
    <w:rsid w:val="00EA4E9D"/>
    <w:rsid w:val="00EC4899"/>
    <w:rsid w:val="00ED03AB"/>
    <w:rsid w:val="00ED32D2"/>
    <w:rsid w:val="00EE2F50"/>
    <w:rsid w:val="00EE32DE"/>
    <w:rsid w:val="00EE5457"/>
    <w:rsid w:val="00EF4802"/>
    <w:rsid w:val="00F070AB"/>
    <w:rsid w:val="00F17567"/>
    <w:rsid w:val="00F27A7B"/>
    <w:rsid w:val="00F526AF"/>
    <w:rsid w:val="00F617C3"/>
    <w:rsid w:val="00F7066B"/>
    <w:rsid w:val="00F83B28"/>
    <w:rsid w:val="00F845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1E966"/>
  <w15:docId w15:val="{C8CE620E-D9EE-4A89-BC86-CFFA02F81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AD3FE4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6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8AB3A-1632-4054-B426-14BDEE203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1</Pages>
  <Words>1128</Words>
  <Characters>6770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2019-10-24T15:32:00Z</dcterms:created>
  <dcterms:modified xsi:type="dcterms:W3CDTF">2024-07-08T09:17:00Z</dcterms:modified>
</cp:coreProperties>
</file>